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2661C2">
      <w:pPr>
        <w:jc w:val="center"/>
        <w:rPr>
          <w:b/>
        </w:rPr>
      </w:pPr>
      <w:r>
        <w:rPr>
          <w:b/>
        </w:rPr>
        <w:t>Протокол №1</w:t>
      </w:r>
    </w:p>
    <w:p w:rsidR="00FD464E" w:rsidRDefault="002661C2">
      <w:pPr>
        <w:jc w:val="center"/>
        <w:rPr>
          <w:b/>
        </w:rPr>
      </w:pPr>
      <w:r>
        <w:rPr>
          <w:b/>
        </w:rPr>
        <w:t>проведения публичных слушаний по проекту Решения Совета депутатов Сойгинского сельского поселения «О внесении изменений и дополнений в Устав Сойгинского сельского поселения»</w:t>
      </w:r>
    </w:p>
    <w:p w:rsidR="00FD464E" w:rsidRDefault="002661C2">
      <w:r>
        <w:t>от 11 ноября 2017года</w:t>
      </w:r>
    </w:p>
    <w:p w:rsidR="00FD464E" w:rsidRDefault="002661C2">
      <w:r>
        <w:t>д.Селивановская                                                                  12 часов 00 минут</w:t>
      </w:r>
    </w:p>
    <w:p w:rsidR="00FD464E" w:rsidRDefault="00FD464E">
      <w:pPr>
        <w:jc w:val="center"/>
        <w:rPr>
          <w:b/>
        </w:rPr>
      </w:pPr>
    </w:p>
    <w:p w:rsidR="00FD464E" w:rsidRDefault="002661C2">
      <w:pPr>
        <w:jc w:val="both"/>
      </w:pPr>
      <w:r>
        <w:rPr>
          <w:b/>
        </w:rPr>
        <w:t>Место проведения публичных слушаний</w:t>
      </w:r>
      <w:r>
        <w:t>- бывшее здание Рябовской школы</w:t>
      </w:r>
    </w:p>
    <w:p w:rsidR="00FD464E" w:rsidRDefault="002661C2">
      <w:pPr>
        <w:jc w:val="both"/>
      </w:pPr>
      <w:r>
        <w:rPr>
          <w:b/>
        </w:rPr>
        <w:t>Присутствуют :</w:t>
      </w:r>
      <w:r>
        <w:t xml:space="preserve"> 11 человек</w:t>
      </w:r>
    </w:p>
    <w:p w:rsidR="00FD464E" w:rsidRDefault="002661C2">
      <w:pPr>
        <w:jc w:val="both"/>
      </w:pPr>
      <w:r>
        <w:rPr>
          <w:b/>
        </w:rPr>
        <w:t xml:space="preserve">Председательствует </w:t>
      </w:r>
      <w:r>
        <w:t>:   Монзикова О.А.пред</w:t>
      </w:r>
      <w:r>
        <w:t>седатель Совета депутатов МО «Сойгинское»</w:t>
      </w:r>
    </w:p>
    <w:p w:rsidR="00FD464E" w:rsidRDefault="002661C2">
      <w:pPr>
        <w:jc w:val="both"/>
      </w:pPr>
      <w:r>
        <w:rPr>
          <w:b/>
        </w:rPr>
        <w:t>Секретарь:</w:t>
      </w:r>
      <w:r>
        <w:t xml:space="preserve"> Черепанова Л.М. Глава Администрации Сойгинского сельского поселения.</w:t>
      </w:r>
    </w:p>
    <w:p w:rsidR="00FD464E" w:rsidRDefault="002661C2">
      <w:pPr>
        <w:jc w:val="both"/>
      </w:pPr>
      <w:r>
        <w:rPr>
          <w:b/>
        </w:rPr>
        <w:t>Инициатор проведения публичных слушаний</w:t>
      </w:r>
      <w:r>
        <w:t>- Глава МО  «Сойгинское» .</w:t>
      </w:r>
    </w:p>
    <w:p w:rsidR="00FD464E" w:rsidRDefault="002661C2">
      <w:pPr>
        <w:jc w:val="both"/>
        <w:rPr>
          <w:b/>
        </w:rPr>
      </w:pPr>
      <w:r>
        <w:rPr>
          <w:b/>
        </w:rPr>
        <w:t>Повестка дня:</w:t>
      </w:r>
    </w:p>
    <w:p w:rsidR="00FD464E" w:rsidRDefault="002661C2">
      <w:pPr>
        <w:jc w:val="both"/>
      </w:pPr>
      <w:r>
        <w:t>1.О  проекте решения Совета депутатов Сойгинского сель</w:t>
      </w:r>
      <w:r>
        <w:t>ского поселения   «О внесении изменений и дополнений в Устав Сойгинского сельского поселения»</w:t>
      </w:r>
    </w:p>
    <w:p w:rsidR="00FD464E" w:rsidRDefault="002661C2">
      <w:pPr>
        <w:jc w:val="both"/>
      </w:pPr>
      <w:r>
        <w:rPr>
          <w:b/>
        </w:rPr>
        <w:t>СЛУШАЛИ:</w:t>
      </w:r>
      <w:r>
        <w:t xml:space="preserve"> о проекте решения Совета депутатов Сойгинского сельского поселения « О внесении изменений и дополнений в Устав Сойгинского сельского поселения».</w:t>
      </w:r>
    </w:p>
    <w:p w:rsidR="00FD464E" w:rsidRDefault="002661C2">
      <w:pPr>
        <w:jc w:val="both"/>
      </w:pPr>
      <w:r>
        <w:rPr>
          <w:b/>
        </w:rPr>
        <w:t>Докладчи</w:t>
      </w:r>
      <w:r>
        <w:rPr>
          <w:b/>
        </w:rPr>
        <w:t>к:</w:t>
      </w:r>
      <w:r>
        <w:t xml:space="preserve"> Монзикова О.А., председатель Совета депутатов Сойгинского сельского поселения</w:t>
      </w:r>
    </w:p>
    <w:p w:rsidR="00FD464E" w:rsidRDefault="002661C2">
      <w:pPr>
        <w:jc w:val="both"/>
      </w:pPr>
      <w:r>
        <w:t>Довела до сведения присутствующих проект решения Совета депутатов Сойгинского сельского поселения  «О внесении изменений и дополнений в Устав Сойгинского сельского поселения»</w:t>
      </w:r>
    </w:p>
    <w:p w:rsidR="00FD464E" w:rsidRDefault="00FD464E">
      <w:pPr>
        <w:jc w:val="both"/>
      </w:pP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1) пункт  1.12  статьи 7.1 исключить.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2) пункт 1 статьи 7.1 дополнить подпунктом 14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567"/>
        <w:jc w:val="both"/>
        <w:textAlignment w:val="auto"/>
      </w:pPr>
      <w:r>
        <w:t>14) осуществление мероприятий в сфере профилактики правонарушений, предусмотренных Федеральным законом «Об основах системы профилактики правонарушен</w:t>
      </w:r>
      <w:r>
        <w:t>ий в Российской Фед</w:t>
      </w:r>
      <w:r>
        <w:t>е</w:t>
      </w:r>
      <w:r>
        <w:t>рации»;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3) в пункте 2 статьи 14: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подпункты «ж», «з», «и» исключить;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«л» слова «устанавливается тарифная система» заменить словами «определ</w:t>
      </w:r>
      <w:r>
        <w:t>я</w:t>
      </w:r>
      <w:r>
        <w:t>ется порядок установления системы»;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- дополнить подпунктом «ц» следующего </w:t>
      </w:r>
      <w:r>
        <w:t>содержания: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«ц) утверждается порядок проведения конкурса по отбору кандидатур на должность главы Сойгинского сельского поселения.»;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4) в абзаце втором пункта 8 статьи 15,  в обзаце  5  пункта  2 статьи 22 устава  слова «затрагива</w:t>
      </w:r>
      <w:r>
        <w:t>ю</w:t>
      </w:r>
      <w:r>
        <w:t>щие права, свободы и обяза</w:t>
      </w:r>
      <w:r>
        <w:t>нности человека и гражданина, а также права и обязанности юридич</w:t>
      </w:r>
      <w:r>
        <w:t>е</w:t>
      </w:r>
      <w:r>
        <w:t>ских лиц, вступают в силу не ранее чем по истечении 10 дней со дня их официального опублик</w:t>
      </w:r>
      <w:r>
        <w:t>о</w:t>
      </w:r>
      <w:r>
        <w:t>вания (обнародования)»  заменить словами «затрагивающие права, свободы и обязанности чел</w:t>
      </w:r>
      <w:r>
        <w:t>о</w:t>
      </w:r>
      <w:r>
        <w:t>века и граж</w:t>
      </w:r>
      <w:r>
        <w:t>данина, вступают в силу после их официального опубликования (обнародования)».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5) в статье 21: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пункт 6  изложить в следующей редакции: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6)  Глава Сойгинского сельского поселения должен соблюдать ограничения, запреты, исполнять обязанности, которые установл</w:t>
      </w:r>
      <w:r>
        <w:t xml:space="preserve">ены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25 декабря 2008 года №273-ФЗ «О противодействии коррупции»,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3 декабря 2012 года №230-ФЗ «О контр</w:t>
      </w:r>
      <w:r>
        <w:t>о</w:t>
      </w:r>
      <w:r>
        <w:t>ле за соответствием расходов лиц, замещающих государственные должности, и иных лиц их д</w:t>
      </w:r>
      <w:r>
        <w:t>о</w:t>
      </w:r>
      <w:r>
        <w:t xml:space="preserve">ходам»,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7 мая 2013 года №79-ФЗ «О запрете отдельным категориям лиц открывать и иметь счета (вклады), хранить наличные денежные средства и ценности в иностра</w:t>
      </w:r>
      <w:r>
        <w:t>н</w:t>
      </w:r>
      <w:r>
        <w:lastRenderedPageBreak/>
        <w:t>ных банках, расположенн</w:t>
      </w:r>
      <w:r>
        <w:t>ых за пределами территории Российской Федерации, владеть и (или) пользоваться иностранными финансовыми инструментами».»;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10 пункта 11 слова «доплата к страховой пенсии» заменить словами «пенсия за выслугу лет»;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3 пункта 11 стать</w:t>
      </w:r>
      <w:r>
        <w:t>и 21 слова  «предусмотренном  решением Совета депутатов МО «Сойгинское» заменить словами: «предусмотренных для муниципальных служащих  МО «Сойгинское» с учетом особенностей, установленных Законом Архангельской области  от 24.06.2009 №37-4-ОЗ».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6) статью 26</w:t>
      </w:r>
      <w:r>
        <w:t xml:space="preserve"> дополнить пунктом 7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 xml:space="preserve">7. </w:t>
      </w:r>
      <w:r>
        <w:rPr>
          <w:bCs/>
        </w:rPr>
        <w:t xml:space="preserve">Администрация </w:t>
      </w:r>
      <w:r>
        <w:t xml:space="preserve">Сойгинского </w:t>
      </w:r>
      <w:r>
        <w:rPr>
          <w:bCs/>
        </w:rPr>
        <w:t>сельского поселения является уполномоченным органом местного самоуправления Сойгинского сельского поселения на осуществление полномочий в сф</w:t>
      </w:r>
      <w:r>
        <w:rPr>
          <w:bCs/>
        </w:rPr>
        <w:t>е</w:t>
      </w:r>
      <w:r>
        <w:rPr>
          <w:bCs/>
        </w:rPr>
        <w:t xml:space="preserve">ре муниципально-частного партнерства, </w:t>
      </w:r>
      <w:r>
        <w:rPr>
          <w:bCs/>
        </w:rPr>
        <w:t>предусмотренных Федеральным законом от 13.07.2015 №</w:t>
      </w:r>
      <w:hyperlink r:id="rId10" w:history="1">
        <w:r>
          <w:rPr>
            <w:bCs/>
            <w:color w:val="0000FF"/>
            <w:u w:val="single"/>
          </w:rPr>
          <w:t>224-ФЗ</w:t>
        </w:r>
      </w:hyperlink>
      <w:r>
        <w:rPr>
          <w:bCs/>
        </w:rPr>
        <w:t xml:space="preserve">                 «О государственно-частном партнерстве, муниципально-частном партнерстве в Российской Федерации и </w:t>
      </w:r>
      <w:r>
        <w:rPr>
          <w:bCs/>
        </w:rPr>
        <w:t>внесении изменений в отдельные законодательные акты Российской Федерации»</w:t>
      </w:r>
      <w:r>
        <w:t>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7) в пункте 4 статьи 28: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 «а»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а) квалификационные требования к уровню профессионального образования, стажу мун</w:t>
      </w:r>
      <w:r>
        <w:t>и</w:t>
      </w:r>
      <w:r>
        <w:t>ципальной службы или стажу ра</w:t>
      </w:r>
      <w:r>
        <w:t>боты по специальности, направлению подготовки, необходимым для замещения должностей муниципальной службы, на основе типовых квалификационных тр</w:t>
      </w:r>
      <w:r>
        <w:t>е</w:t>
      </w:r>
      <w:r>
        <w:t>бований для замещения должностей муниципальной службы, которые определяются законом А</w:t>
      </w:r>
      <w:r>
        <w:t>р</w:t>
      </w:r>
      <w:r>
        <w:t>хангельской области в соот</w:t>
      </w:r>
      <w:r>
        <w:t>ветствии с классификацией должностей муниципальной службы;»;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«д» слова «порядок повышения квалификации» заменить словами «порядок получения дополнительного профессионального образования»;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«е» слово «продолжительность,» исключить</w:t>
      </w:r>
      <w:r>
        <w:t>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8) статью 31.1 устава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/>
        </w:rPr>
        <w:t>Статья 31.1 Закупки для обеспечения муниципальных нужд»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</w:t>
      </w:r>
      <w:r>
        <w:t>трактной системе в сфере закупок товаров, работ, услуг для обеспечения государственных и муниципальных нужд.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2. Закупки товаров, работ, услуг для обеспечения муниципальных нужд осуществляются за счет средств местного бюджета.».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9) в статье 32: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- абзац </w:t>
      </w:r>
      <w:r>
        <w:t>второй пункта 2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«Не требуется официальное опубликование (обнародование) порядка учета предложений по проекту решения Совета депутатов Сойгинского сельского поселения о внесении изменений и (или) дополнений в Устав Сойгинского</w:t>
      </w:r>
      <w:r>
        <w:t xml:space="preserve"> сельского поселения, а также порядка участия граждан в его обсуждении в случае, когда в Устав Сойгинского сельского поселения вносятся изменения в форме точного воспроизведения положений Конституции Российской Федерации, федеральных законов, Устава Арханг</w:t>
      </w:r>
      <w:r>
        <w:t>ельской области или законов Архангельской области в целях приведения Устава Сойгинского сельского поселения в соответствие с этими нормативными правовыми акт</w:t>
      </w:r>
      <w:r>
        <w:t>а</w:t>
      </w:r>
      <w:r>
        <w:t>ми.»;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3 изложить в следующей редакции: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lastRenderedPageBreak/>
        <w:t>«</w:t>
      </w:r>
      <w:r>
        <w:rPr>
          <w:bCs/>
        </w:rPr>
        <w:t>Публичные слушания по проекту решени</w:t>
      </w:r>
      <w:r>
        <w:rPr>
          <w:bCs/>
        </w:rPr>
        <w:t xml:space="preserve">я Совета депутатов </w:t>
      </w:r>
      <w:r>
        <w:t>Сойгинского сельского пос</w:t>
      </w:r>
      <w:r>
        <w:t>е</w:t>
      </w:r>
      <w:r>
        <w:t>ления</w:t>
      </w:r>
      <w:r>
        <w:rPr>
          <w:bCs/>
        </w:rPr>
        <w:t xml:space="preserve"> о внесении изменений и (или) дополнений в Устав </w:t>
      </w:r>
      <w:r>
        <w:t>Сойгинского сельского поселения</w:t>
      </w:r>
      <w:r>
        <w:rPr>
          <w:bCs/>
        </w:rPr>
        <w:t xml:space="preserve"> не проводятся, когда </w:t>
      </w:r>
      <w:r>
        <w:t xml:space="preserve">в Устав Сойгинского сельского поселения вносятся изменения в форме точного воспроизведения положений </w:t>
      </w:r>
      <w:hyperlink r:id="rId11" w:history="1">
        <w:r>
          <w:rPr>
            <w:color w:val="0000FF"/>
            <w:u w:val="single"/>
          </w:rPr>
          <w:t>Конституции</w:t>
        </w:r>
      </w:hyperlink>
      <w:r>
        <w:t xml:space="preserve"> Российской Федерации, федеральных законов, Устава Архангельской области или законов Архангельской области в целях приведения Устава Сойги</w:t>
      </w:r>
      <w:r>
        <w:t>н</w:t>
      </w:r>
      <w:r>
        <w:t>ско</w:t>
      </w:r>
      <w:r>
        <w:t>го сельского поселения в соответствие с этими нормативными правовыми актами.»;</w:t>
      </w:r>
    </w:p>
    <w:p w:rsidR="00FD464E" w:rsidRDefault="00FD464E">
      <w:pPr>
        <w:widowControl w:val="0"/>
        <w:suppressAutoHyphens w:val="0"/>
        <w:spacing w:line="360" w:lineRule="exact"/>
        <w:ind w:firstLine="709"/>
        <w:jc w:val="both"/>
        <w:textAlignment w:val="auto"/>
      </w:pP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2. Настоящее решение вступает в силу после официального опубликования после госуда</w:t>
      </w:r>
      <w:r>
        <w:t>р</w:t>
      </w:r>
      <w:r>
        <w:t>ственной регистрации.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3. Направить настоящее решение для государственной регистрации в Управл</w:t>
      </w:r>
      <w:r>
        <w:t>ение Мин</w:t>
      </w:r>
      <w:r>
        <w:t>и</w:t>
      </w:r>
      <w:r>
        <w:t>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</w:t>
      </w:r>
      <w:r>
        <w:t>н</w:t>
      </w:r>
      <w:r>
        <w:t>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4. Опубликовать наст</w:t>
      </w:r>
      <w:r>
        <w:t>оящее решение в Муниципальном вестнике МО «Сойгинское»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</w:t>
      </w:r>
      <w:r>
        <w:t>ь</w:t>
      </w:r>
      <w:r>
        <w:t>ным законом от 21.07</w:t>
      </w:r>
      <w:r>
        <w:t>.2005 №97-ФЗ «О государственной регистрации уставов муниципальных о</w:t>
      </w:r>
      <w:r>
        <w:t>б</w:t>
      </w:r>
      <w:r>
        <w:t>разований».</w:t>
      </w:r>
    </w:p>
    <w:p w:rsidR="00FD464E" w:rsidRDefault="002661C2">
      <w:pPr>
        <w:widowControl w:val="0"/>
        <w:suppressAutoHyphens w:val="0"/>
        <w:autoSpaceDE w:val="0"/>
        <w:spacing w:line="360" w:lineRule="exact"/>
        <w:ind w:firstLine="709"/>
        <w:jc w:val="both"/>
        <w:textAlignment w:val="auto"/>
      </w:pPr>
      <w:r>
        <w:t>5. Совету депутатов муниципального образования «Сойгинское», главе муниципального образования «Сойгинское», администрации муниципального образования «Сойгинское» привести муниц</w:t>
      </w:r>
      <w:r>
        <w:t>ипальные нормативные правовые акты в соответствие с принятыми изменениями и допо</w:t>
      </w:r>
      <w:r>
        <w:t>л</w:t>
      </w:r>
      <w:r>
        <w:t>нениями в Устав муниципального образования «Сойгинское».</w:t>
      </w:r>
    </w:p>
    <w:p w:rsidR="00FD464E" w:rsidRDefault="00FD464E">
      <w:pPr>
        <w:widowControl w:val="0"/>
        <w:suppressAutoHyphens w:val="0"/>
        <w:autoSpaceDE w:val="0"/>
        <w:spacing w:line="360" w:lineRule="exact"/>
        <w:ind w:firstLine="709"/>
        <w:jc w:val="both"/>
        <w:textAlignment w:val="auto"/>
      </w:pPr>
    </w:p>
    <w:p w:rsidR="00FD464E" w:rsidRDefault="00FD464E">
      <w:pPr>
        <w:pStyle w:val="p6"/>
        <w:shd w:val="clear" w:color="auto" w:fill="FFFFFF"/>
        <w:jc w:val="center"/>
        <w:rPr>
          <w:b/>
          <w:color w:val="000000"/>
        </w:rPr>
      </w:pPr>
    </w:p>
    <w:p w:rsidR="00FD464E" w:rsidRDefault="002661C2">
      <w:r>
        <w:rPr>
          <w:b/>
        </w:rPr>
        <w:t>Голосовали:</w:t>
      </w:r>
      <w:r>
        <w:t xml:space="preserve"> «За»-11</w:t>
      </w:r>
    </w:p>
    <w:p w:rsidR="00FD464E" w:rsidRDefault="002661C2">
      <w:r>
        <w:t xml:space="preserve">                       «Против»-0</w:t>
      </w:r>
    </w:p>
    <w:p w:rsidR="00FD464E" w:rsidRDefault="002661C2">
      <w:r>
        <w:t xml:space="preserve">                       «Воздержались»-0</w:t>
      </w:r>
    </w:p>
    <w:p w:rsidR="00FD464E" w:rsidRDefault="002661C2">
      <w:pPr>
        <w:rPr>
          <w:b/>
        </w:rPr>
      </w:pPr>
      <w:r>
        <w:rPr>
          <w:b/>
        </w:rPr>
        <w:t>РЕШИЛИ:</w:t>
      </w:r>
    </w:p>
    <w:p w:rsidR="00FD464E" w:rsidRDefault="002661C2">
      <w:r>
        <w:t>1.Рекомедовать</w:t>
      </w:r>
      <w:r>
        <w:t xml:space="preserve"> Совету депутатов принять  проект решения Совета депутатов Сойгинского сельского поселения  « О внесении изменений и дополнений в Устав Сойгинского сельского поселения» и вынести его на рассмотрение Совета депутатов Сойгинского сельского поселения.</w:t>
      </w:r>
    </w:p>
    <w:p w:rsidR="00FD464E" w:rsidRDefault="002661C2">
      <w:r>
        <w:t>2.Насто</w:t>
      </w:r>
      <w:r>
        <w:t>ящий протокол опубликовать в газете «Маяк».</w:t>
      </w:r>
    </w:p>
    <w:p w:rsidR="00FD464E" w:rsidRDefault="00FD464E"/>
    <w:p w:rsidR="00FD464E" w:rsidRDefault="002661C2">
      <w:pPr>
        <w:jc w:val="right"/>
        <w:rPr>
          <w:b/>
        </w:rPr>
      </w:pPr>
      <w:r>
        <w:rPr>
          <w:b/>
        </w:rPr>
        <w:t xml:space="preserve">                                Председатель                    Монзикова О.А.  </w:t>
      </w:r>
    </w:p>
    <w:p w:rsidR="00FD464E" w:rsidRDefault="002661C2">
      <w:pPr>
        <w:jc w:val="right"/>
        <w:rPr>
          <w:b/>
        </w:rPr>
      </w:pPr>
      <w:r>
        <w:rPr>
          <w:b/>
        </w:rPr>
        <w:t xml:space="preserve">  Секретарь                            Л.М.Черепанова</w:t>
      </w: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266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Протокол №2</w:t>
      </w:r>
    </w:p>
    <w:p w:rsidR="00FD464E" w:rsidRDefault="002661C2">
      <w:pPr>
        <w:jc w:val="center"/>
        <w:rPr>
          <w:b/>
        </w:rPr>
      </w:pPr>
      <w:r>
        <w:rPr>
          <w:b/>
        </w:rPr>
        <w:t xml:space="preserve">проведения публичных слушаний по проекту Решения </w:t>
      </w:r>
      <w:r>
        <w:rPr>
          <w:b/>
        </w:rPr>
        <w:t>Совета депутатов Сойгинского сельского поселения «О внесении изменений и дополнений в Устав Сойгинского сельского поселения»</w:t>
      </w:r>
    </w:p>
    <w:p w:rsidR="00FD464E" w:rsidRDefault="002661C2">
      <w:r>
        <w:t>от 11 ноября 2017года</w:t>
      </w:r>
    </w:p>
    <w:p w:rsidR="00FD464E" w:rsidRDefault="002661C2">
      <w:r>
        <w:t>п.Литвино                                                                  13часов  30 минут</w:t>
      </w:r>
    </w:p>
    <w:p w:rsidR="00FD464E" w:rsidRDefault="00FD464E">
      <w:pPr>
        <w:jc w:val="center"/>
        <w:rPr>
          <w:b/>
        </w:rPr>
      </w:pPr>
    </w:p>
    <w:p w:rsidR="00FD464E" w:rsidRDefault="002661C2">
      <w:pPr>
        <w:jc w:val="both"/>
      </w:pPr>
      <w:r>
        <w:rPr>
          <w:b/>
        </w:rPr>
        <w:t>Место проведени</w:t>
      </w:r>
      <w:r>
        <w:rPr>
          <w:b/>
        </w:rPr>
        <w:t>я публичных слушаний</w:t>
      </w:r>
      <w:r>
        <w:t>-  здание клуба п.Литвино</w:t>
      </w:r>
    </w:p>
    <w:p w:rsidR="00FD464E" w:rsidRDefault="002661C2">
      <w:pPr>
        <w:jc w:val="both"/>
      </w:pPr>
      <w:r>
        <w:rPr>
          <w:b/>
        </w:rPr>
        <w:t>Присутствуют :</w:t>
      </w:r>
      <w:r>
        <w:t xml:space="preserve"> 10 человек</w:t>
      </w:r>
    </w:p>
    <w:p w:rsidR="00FD464E" w:rsidRDefault="002661C2">
      <w:pPr>
        <w:jc w:val="both"/>
      </w:pPr>
      <w:r>
        <w:rPr>
          <w:b/>
        </w:rPr>
        <w:t xml:space="preserve">Председательствует </w:t>
      </w:r>
      <w:r>
        <w:t>:  Монзикова О.А.председатель Совета депутатов МО «Сойгинское»</w:t>
      </w:r>
    </w:p>
    <w:p w:rsidR="00FD464E" w:rsidRDefault="002661C2">
      <w:pPr>
        <w:jc w:val="both"/>
      </w:pPr>
      <w:r>
        <w:rPr>
          <w:b/>
        </w:rPr>
        <w:t>Секретарь:</w:t>
      </w:r>
      <w:r>
        <w:t xml:space="preserve"> Черепанова Л.М. Глава Администрации Сойгинского сельского поселения.</w:t>
      </w:r>
    </w:p>
    <w:p w:rsidR="00FD464E" w:rsidRDefault="002661C2">
      <w:pPr>
        <w:jc w:val="both"/>
      </w:pPr>
      <w:r>
        <w:rPr>
          <w:b/>
        </w:rPr>
        <w:t>Инициатор проведения п</w:t>
      </w:r>
      <w:r>
        <w:rPr>
          <w:b/>
        </w:rPr>
        <w:t>убличных слушаний</w:t>
      </w:r>
      <w:r>
        <w:t>- Глава МО «Сойгинское».</w:t>
      </w:r>
    </w:p>
    <w:p w:rsidR="00FD464E" w:rsidRDefault="002661C2">
      <w:pPr>
        <w:jc w:val="both"/>
        <w:rPr>
          <w:b/>
        </w:rPr>
      </w:pPr>
      <w:r>
        <w:rPr>
          <w:b/>
        </w:rPr>
        <w:t>Повестка дня:</w:t>
      </w:r>
    </w:p>
    <w:p w:rsidR="00FD464E" w:rsidRDefault="002661C2">
      <w:pPr>
        <w:pStyle w:val="a4"/>
        <w:numPr>
          <w:ilvl w:val="0"/>
          <w:numId w:val="2"/>
        </w:numPr>
        <w:jc w:val="both"/>
      </w:pPr>
      <w:r>
        <w:t>О  проекте решения Совета депутатов Сойгинского сельского поселения   «О внесении изменений и дополнений в Устав Сойгинского сельского поселения»</w:t>
      </w:r>
    </w:p>
    <w:p w:rsidR="00FD464E" w:rsidRDefault="002661C2">
      <w:pPr>
        <w:jc w:val="both"/>
      </w:pPr>
      <w:r>
        <w:rPr>
          <w:b/>
        </w:rPr>
        <w:t>СЛУШАЛИ:</w:t>
      </w:r>
      <w:r>
        <w:t xml:space="preserve"> о проекте решения Совета депутатов Сойгинског</w:t>
      </w:r>
      <w:r>
        <w:t>о сельского поселения « О внесении изменений и дополнений в Устав Сойгинского сельского поселения».</w:t>
      </w:r>
    </w:p>
    <w:p w:rsidR="00FD464E" w:rsidRDefault="002661C2">
      <w:pPr>
        <w:jc w:val="both"/>
      </w:pPr>
      <w:r>
        <w:rPr>
          <w:b/>
        </w:rPr>
        <w:t>Докладчик:</w:t>
      </w:r>
      <w:r>
        <w:t xml:space="preserve"> Монзикова О.А. , председатель Совета депутатов Сойгинского сельского поселения довела до сведения присутствующих проект решения Совета депутатов </w:t>
      </w:r>
      <w:r>
        <w:t>Сойгинского сельского поселения  « О внесении изменений и дополнений в Устав Сойгинского сельского поселения»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1) пункт  1.12  статьи 7.1 исключить.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2) пункт 1 статьи 7.1 дополнить подпунктом 14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567"/>
        <w:jc w:val="both"/>
        <w:textAlignment w:val="auto"/>
      </w:pPr>
      <w:r>
        <w:t xml:space="preserve">«14) осуществление мероприятий в сфере </w:t>
      </w:r>
      <w:r>
        <w:t>профилактики правонарушений, предусмотренных Федеральным законом «Об основах системы профилактики правонарушений в Российской Фед</w:t>
      </w:r>
      <w:r>
        <w:t>е</w:t>
      </w:r>
      <w:r>
        <w:t>рации»;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 xml:space="preserve">  3) в пункте 2 статьи 14: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подпункты «ж», «з», «и» исключить;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«л» слова «устанавливается тарифная сист</w:t>
      </w:r>
      <w:r>
        <w:t>ема» заменить словами «определ</w:t>
      </w:r>
      <w:r>
        <w:t>я</w:t>
      </w:r>
      <w:r>
        <w:t>ется порядок установления системы»;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дополнить подпунктом «ц» следующего содержания: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ц) утверждается порядок проведения конкурса по отбору кандидатур на должность главы Сойгинского сельского поселения.»;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4) в абзаце втором п</w:t>
      </w:r>
      <w:r>
        <w:t>ункта 8 статьи 15,  в обзаце  5  пункта  2 статьи 22 устава  слова «затрагива</w:t>
      </w:r>
      <w:r>
        <w:t>ю</w:t>
      </w:r>
      <w:r>
        <w:t>щие права, свободы и обязанности человека и гражданина, а также права и обязанности юридич</w:t>
      </w:r>
      <w:r>
        <w:t>е</w:t>
      </w:r>
      <w:r>
        <w:t>ских лиц, вступают в силу не ранее чем по истечении 10 дней со дня их официального опуб</w:t>
      </w:r>
      <w:r>
        <w:t>лик</w:t>
      </w:r>
      <w:r>
        <w:t>о</w:t>
      </w:r>
      <w:r>
        <w:t>вания (обнародования)»  заменить словами «затрагивающие права, свободы и обязанности чел</w:t>
      </w:r>
      <w:r>
        <w:t>о</w:t>
      </w:r>
      <w:r>
        <w:t>века и гражданина, вступают в силу после их официального опубликования (обнародования)».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5) в статье 21: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пункт 6 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 Глава Сойгинско</w:t>
      </w:r>
      <w:r>
        <w:t>го сельского поселения должен соблюдать ограничения, запреты, испо</w:t>
      </w:r>
      <w:r>
        <w:t>л</w:t>
      </w:r>
      <w:r>
        <w:t xml:space="preserve">нять обязанности, которые установлены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25 декабря 2008 го</w:t>
      </w:r>
      <w:r>
        <w:t xml:space="preserve">да №273-ФЗ «О противодействии коррупции»,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3 декабря 2012 года №230-ФЗ «О ко</w:t>
      </w:r>
      <w:r>
        <w:t>н</w:t>
      </w:r>
      <w:r>
        <w:t>троле за соответствием расходов лиц, замещающих</w:t>
      </w:r>
      <w:r>
        <w:t xml:space="preserve"> государственные должности, и иных лиц их доходам»,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7 мая 2013 года №79-ФЗ «О запрете отдельным категориям лиц открывать и </w:t>
      </w:r>
      <w:r>
        <w:t>иметь счета (вклады), хранить наличные денежные средства и ценности в ин</w:t>
      </w:r>
      <w:r>
        <w:t>о</w:t>
      </w:r>
      <w:r>
        <w:t>странных банках,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lastRenderedPageBreak/>
        <w:t>- в подпункте 10 пункта 11 слова «</w:t>
      </w:r>
      <w:r>
        <w:t>доплата к страховой пенсии» заменить словами «пенсия за выслугу лет»;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3 пункта 11 статьи 21 слова  «предусмотренном  решением Совета депутатов МО «Сойгинское» заменить словами: «предусмотренных для муниципальных служащих  МО «Сойгинское» с уч</w:t>
      </w:r>
      <w:r>
        <w:t>етом особенностей, установленных Законом Архангельской области  от 24.06.2009 №37-4-ОЗ».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6) статью 26 дополнить пунктом 7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 xml:space="preserve">7. </w:t>
      </w:r>
      <w:r>
        <w:rPr>
          <w:bCs/>
        </w:rPr>
        <w:t xml:space="preserve">Администрация </w:t>
      </w:r>
      <w:r>
        <w:t xml:space="preserve">Сойгинского </w:t>
      </w:r>
      <w:r>
        <w:rPr>
          <w:bCs/>
        </w:rPr>
        <w:t xml:space="preserve">сельского поселения является уполномоченным органом местного самоуправления </w:t>
      </w:r>
      <w:r>
        <w:rPr>
          <w:bCs/>
        </w:rPr>
        <w:t>Сойгинского сельского поселения на осуществление полномочий в сфере муниципально-частного партнерства, предусмотренных Федеральным законом от 13.07.2015 №</w:t>
      </w:r>
      <w:hyperlink r:id="rId15" w:history="1">
        <w:r>
          <w:rPr>
            <w:bCs/>
            <w:color w:val="0000FF"/>
            <w:u w:val="single"/>
          </w:rPr>
          <w:t>224-ФЗ</w:t>
        </w:r>
      </w:hyperlink>
      <w:r>
        <w:rPr>
          <w:bCs/>
        </w:rPr>
        <w:t xml:space="preserve">           </w:t>
      </w:r>
      <w:r>
        <w:rPr>
          <w:bCs/>
        </w:rPr>
        <w:t xml:space="preserve">     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</w:r>
      <w:r>
        <w:t>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7) в пункте 4 статьи 28: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 «а»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а) квал</w:t>
      </w:r>
      <w:r>
        <w:t>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на основе типовых квалификационных требований д</w:t>
      </w:r>
      <w:r>
        <w:t>ля замещения должностей муниципальной службы, которые определяются законом Архангельской области в соответствии с классификацией должностей муниципальной службы;»;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«д» слова «порядок повышения квалификации» заменить словами «порядок получения</w:t>
      </w:r>
      <w:r>
        <w:t xml:space="preserve"> дополнительного профессионального образования»;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«е» слово «продолжительность,» исключить;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8) статью 31.1 устава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/>
        </w:rPr>
        <w:t>Статья 31.1 Закупки для обеспечения муниципальных нужд»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1. Закупки товаров, работ, услуг для обес</w:t>
      </w:r>
      <w:r>
        <w:t>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2. Закупки товаров, работ, услуг для обеспеч</w:t>
      </w:r>
      <w:r>
        <w:t>ения муниципальных нужд осуществляются за счет средств местного бюджета.».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9) в статье 32: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2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«Не требуется официальное опубликование (обнародование) порядка учета предложений по проекту решения Совета де</w:t>
      </w:r>
      <w:r>
        <w:t>путатов Сойгинского сельского поселения о внесении изменений и (или) дополнений в Устав Сойгинского сельского поселения, а также порядка участия граждан в его обсуждении в случае, когда в Устав Сойгинского сельского поселения вносятся изменения в форме точ</w:t>
      </w:r>
      <w:r>
        <w:t>ного воспроизведения положений Конституции Российской Федерации, федеральных законов, Устава Архангельской области или законов Архангельской области в целях приведения Устава Сойгинского сельского поселения в соответствие с этими нормативными правовыми акт</w:t>
      </w:r>
      <w:r>
        <w:t>ами.»;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3 изложить в следующей редакции: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Cs/>
        </w:rPr>
        <w:t xml:space="preserve">Публичные слушания по проекту решения Совета депутатов </w:t>
      </w:r>
      <w:r>
        <w:t>Сойгинского сельского поселения</w:t>
      </w:r>
      <w:r>
        <w:rPr>
          <w:bCs/>
        </w:rPr>
        <w:t xml:space="preserve"> о внесении изменений и (или) дополнений в Устав </w:t>
      </w:r>
      <w:r>
        <w:t>Сойгинского сельского поселения</w:t>
      </w:r>
      <w:r>
        <w:rPr>
          <w:bCs/>
        </w:rPr>
        <w:t xml:space="preserve"> не проводятся, когда </w:t>
      </w:r>
      <w:r>
        <w:t>в Уст</w:t>
      </w:r>
      <w:r>
        <w:t xml:space="preserve">ав Сойгинского сельского поселения вносятся изменения в форме точного воспроизведения положений </w:t>
      </w:r>
      <w:hyperlink r:id="rId16" w:history="1">
        <w:r>
          <w:rPr>
            <w:color w:val="0000FF"/>
            <w:u w:val="single"/>
          </w:rPr>
          <w:t>Конституции</w:t>
        </w:r>
      </w:hyperlink>
      <w:r>
        <w:t xml:space="preserve"> Российской Федерации, федеральных законов,</w:t>
      </w:r>
      <w:r>
        <w:t xml:space="preserve"> Устава Архангельской области или законов Архангельской области в целях приведения Устава Сойгинского сельского поселения в соответствие с этими нормативными правовыми актами.»;</w:t>
      </w:r>
    </w:p>
    <w:p w:rsidR="00FD464E" w:rsidRDefault="00FD464E">
      <w:pPr>
        <w:widowControl w:val="0"/>
        <w:suppressAutoHyphens w:val="0"/>
        <w:spacing w:line="360" w:lineRule="exact"/>
        <w:ind w:firstLine="709"/>
        <w:jc w:val="both"/>
        <w:textAlignment w:val="auto"/>
      </w:pP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2. Настоящее решение вступает в силу после официального опубликования после г</w:t>
      </w:r>
      <w:r>
        <w:t>осударственной регистрации.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</w:t>
      </w:r>
      <w:r>
        <w:t>2005 №97-ФЗ «О государственной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4. Опубликовать настоящее решение в Муниципальном вестнике МО «Сойгинское» после его государственной регистрации Управлением Министерства юстиции Российской Федерации по Арханге</w:t>
      </w:r>
      <w:r>
        <w:t>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autoSpaceDE w:val="0"/>
        <w:spacing w:line="360" w:lineRule="exact"/>
        <w:ind w:firstLine="709"/>
        <w:jc w:val="both"/>
        <w:textAlignment w:val="auto"/>
      </w:pPr>
      <w:r>
        <w:t>5. Совету депутатов муниципального образования «Сойгинское», главе муниципаль</w:t>
      </w:r>
      <w:r>
        <w:t>ного образования «Сойгинское», администрации муниципального образования «Сойгинское» привести муниципальные нормативные правовые акты в соответствие с принятыми изменениями и дополнениями в Устав муниципального образования «Сойгинское».</w:t>
      </w:r>
    </w:p>
    <w:p w:rsidR="00FD464E" w:rsidRDefault="00FD464E">
      <w:pPr>
        <w:pStyle w:val="Standard"/>
        <w:shd w:val="clear" w:color="auto" w:fill="FFFFFF"/>
        <w:spacing w:before="14"/>
        <w:jc w:val="both"/>
        <w:rPr>
          <w:sz w:val="24"/>
          <w:szCs w:val="24"/>
        </w:rPr>
      </w:pPr>
    </w:p>
    <w:p w:rsidR="00FD464E" w:rsidRDefault="002661C2">
      <w:r>
        <w:rPr>
          <w:b/>
        </w:rPr>
        <w:t>Голосовали:</w:t>
      </w:r>
      <w:r>
        <w:t xml:space="preserve"> «За»-1</w:t>
      </w:r>
      <w:r>
        <w:t>0</w:t>
      </w:r>
    </w:p>
    <w:p w:rsidR="00FD464E" w:rsidRDefault="002661C2">
      <w:r>
        <w:t xml:space="preserve">                       «Против»-0</w:t>
      </w:r>
    </w:p>
    <w:p w:rsidR="00FD464E" w:rsidRDefault="002661C2">
      <w:r>
        <w:t xml:space="preserve">                       «Воздержались»-0</w:t>
      </w:r>
    </w:p>
    <w:p w:rsidR="00FD464E" w:rsidRDefault="00FD464E"/>
    <w:p w:rsidR="00FD464E" w:rsidRDefault="002661C2">
      <w:pPr>
        <w:rPr>
          <w:b/>
        </w:rPr>
      </w:pPr>
      <w:r>
        <w:rPr>
          <w:b/>
        </w:rPr>
        <w:t>РЕШИЛИ:</w:t>
      </w:r>
    </w:p>
    <w:p w:rsidR="00FD464E" w:rsidRDefault="002661C2">
      <w:pPr>
        <w:jc w:val="both"/>
      </w:pPr>
      <w:r>
        <w:t xml:space="preserve">1.Рекомедовать Совету депутатов внести изменения в  проект решения Совета депутатов Сойгинского сельского поселения  « О внесении изменений и дополнений в Устав </w:t>
      </w:r>
      <w:r>
        <w:t>Сойгинского сельского поселения» и вынести его на рассмотрение Совета депутатов Сойгинского сельского поселения.</w:t>
      </w:r>
    </w:p>
    <w:p w:rsidR="00FD464E" w:rsidRDefault="002661C2">
      <w:pPr>
        <w:jc w:val="both"/>
      </w:pPr>
      <w:r>
        <w:t>2.Настоящий протокол опубликовать в газете «Маяк».</w:t>
      </w:r>
    </w:p>
    <w:p w:rsidR="00FD464E" w:rsidRDefault="00FD464E">
      <w:pPr>
        <w:jc w:val="both"/>
      </w:pPr>
    </w:p>
    <w:p w:rsidR="00FD464E" w:rsidRDefault="00FD464E">
      <w:pPr>
        <w:jc w:val="both"/>
      </w:pPr>
    </w:p>
    <w:p w:rsidR="00FD464E" w:rsidRDefault="00FD464E"/>
    <w:p w:rsidR="00FD464E" w:rsidRDefault="002661C2">
      <w:pPr>
        <w:jc w:val="center"/>
        <w:rPr>
          <w:b/>
        </w:rPr>
      </w:pPr>
      <w:r>
        <w:rPr>
          <w:b/>
        </w:rPr>
        <w:t xml:space="preserve">Председатель                            О.А. Монзикова                  </w:t>
      </w:r>
    </w:p>
    <w:p w:rsidR="00FD464E" w:rsidRDefault="002661C2">
      <w:pPr>
        <w:jc w:val="center"/>
        <w:rPr>
          <w:b/>
        </w:rPr>
      </w:pPr>
      <w:r>
        <w:rPr>
          <w:b/>
        </w:rPr>
        <w:t xml:space="preserve"> Секретарь      </w:t>
      </w:r>
      <w:r>
        <w:rPr>
          <w:b/>
        </w:rPr>
        <w:t xml:space="preserve">                           Л.М.Черепанова</w:t>
      </w: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</w:rPr>
      </w:pPr>
    </w:p>
    <w:p w:rsidR="00FD464E" w:rsidRDefault="00FD464E">
      <w:pPr>
        <w:jc w:val="right"/>
        <w:rPr>
          <w:b/>
          <w:sz w:val="28"/>
          <w:szCs w:val="28"/>
        </w:rPr>
      </w:pPr>
    </w:p>
    <w:p w:rsidR="00FD464E" w:rsidRDefault="00FD464E">
      <w:pPr>
        <w:jc w:val="right"/>
        <w:rPr>
          <w:b/>
          <w:sz w:val="28"/>
          <w:szCs w:val="28"/>
        </w:rPr>
      </w:pPr>
    </w:p>
    <w:p w:rsidR="00FD464E" w:rsidRDefault="00FD464E">
      <w:pPr>
        <w:jc w:val="right"/>
        <w:rPr>
          <w:b/>
          <w:sz w:val="28"/>
          <w:szCs w:val="28"/>
        </w:rPr>
      </w:pPr>
    </w:p>
    <w:p w:rsidR="00FD464E" w:rsidRDefault="00FD464E">
      <w:pPr>
        <w:jc w:val="right"/>
        <w:rPr>
          <w:b/>
          <w:sz w:val="28"/>
          <w:szCs w:val="28"/>
        </w:rPr>
      </w:pPr>
    </w:p>
    <w:p w:rsidR="00FD464E" w:rsidRDefault="00FD464E">
      <w:pPr>
        <w:jc w:val="right"/>
        <w:rPr>
          <w:b/>
          <w:sz w:val="28"/>
          <w:szCs w:val="28"/>
        </w:rPr>
      </w:pPr>
    </w:p>
    <w:p w:rsidR="00FD464E" w:rsidRDefault="00FD464E">
      <w:pPr>
        <w:rPr>
          <w:b/>
          <w:sz w:val="28"/>
          <w:szCs w:val="28"/>
        </w:rPr>
      </w:pPr>
    </w:p>
    <w:p w:rsidR="00FD464E" w:rsidRDefault="002661C2">
      <w:pPr>
        <w:jc w:val="both"/>
        <w:rPr>
          <w:b/>
        </w:rPr>
      </w:pPr>
      <w:r>
        <w:rPr>
          <w:b/>
        </w:rPr>
        <w:t xml:space="preserve">                                                                  Протокол №3</w:t>
      </w:r>
    </w:p>
    <w:p w:rsidR="00FD464E" w:rsidRDefault="002661C2">
      <w:pPr>
        <w:jc w:val="both"/>
        <w:rPr>
          <w:b/>
        </w:rPr>
      </w:pPr>
      <w:r>
        <w:rPr>
          <w:b/>
        </w:rPr>
        <w:t>проведения публичных слушаний по проекту Решения Совета депутатов Сойгинского сельского поселения «О внесении изменений и</w:t>
      </w:r>
      <w:r>
        <w:rPr>
          <w:b/>
        </w:rPr>
        <w:t xml:space="preserve"> дополнений в Устав Сойгинского сельского поселения»</w:t>
      </w:r>
    </w:p>
    <w:p w:rsidR="00FD464E" w:rsidRDefault="00FD464E">
      <w:pPr>
        <w:jc w:val="both"/>
        <w:rPr>
          <w:b/>
        </w:rPr>
      </w:pPr>
    </w:p>
    <w:p w:rsidR="00FD464E" w:rsidRDefault="002661C2">
      <w:pPr>
        <w:jc w:val="both"/>
      </w:pPr>
      <w:r>
        <w:t>от 11 ноября 2017года</w:t>
      </w:r>
    </w:p>
    <w:p w:rsidR="00FD464E" w:rsidRDefault="002661C2">
      <w:pPr>
        <w:jc w:val="both"/>
      </w:pPr>
      <w:r>
        <w:t>п.Сойга                                                                  15 часов 00 минут</w:t>
      </w:r>
    </w:p>
    <w:p w:rsidR="00FD464E" w:rsidRDefault="00FD464E">
      <w:pPr>
        <w:jc w:val="both"/>
        <w:rPr>
          <w:b/>
        </w:rPr>
      </w:pPr>
    </w:p>
    <w:p w:rsidR="00FD464E" w:rsidRDefault="002661C2">
      <w:pPr>
        <w:jc w:val="both"/>
      </w:pPr>
      <w:r>
        <w:rPr>
          <w:b/>
        </w:rPr>
        <w:t>Место проведения публичных слушаний</w:t>
      </w:r>
      <w:r>
        <w:t>-  здание клуба п.Сойга</w:t>
      </w:r>
    </w:p>
    <w:p w:rsidR="00FD464E" w:rsidRDefault="002661C2">
      <w:pPr>
        <w:jc w:val="both"/>
      </w:pPr>
      <w:r>
        <w:rPr>
          <w:b/>
        </w:rPr>
        <w:t>Присутствуют :</w:t>
      </w:r>
      <w:r>
        <w:t xml:space="preserve"> 5 человек</w:t>
      </w:r>
    </w:p>
    <w:p w:rsidR="00FD464E" w:rsidRDefault="002661C2">
      <w:pPr>
        <w:jc w:val="both"/>
      </w:pPr>
      <w:r>
        <w:rPr>
          <w:b/>
        </w:rPr>
        <w:t>Пред</w:t>
      </w:r>
      <w:r>
        <w:rPr>
          <w:b/>
        </w:rPr>
        <w:t xml:space="preserve">седательствует </w:t>
      </w:r>
      <w:r>
        <w:t>:  Монзикова О.А.председатель Совета депутатов МО «Сойгинское»</w:t>
      </w:r>
    </w:p>
    <w:p w:rsidR="00FD464E" w:rsidRDefault="002661C2">
      <w:pPr>
        <w:jc w:val="both"/>
      </w:pPr>
      <w:r>
        <w:rPr>
          <w:b/>
        </w:rPr>
        <w:t>Секретарь:</w:t>
      </w:r>
      <w:r>
        <w:t xml:space="preserve"> Черепанова Л.М. Глава Администрации Сойгинского сельского поселения.</w:t>
      </w:r>
    </w:p>
    <w:p w:rsidR="00FD464E" w:rsidRDefault="002661C2">
      <w:pPr>
        <w:jc w:val="both"/>
      </w:pPr>
      <w:r>
        <w:rPr>
          <w:b/>
        </w:rPr>
        <w:t>Инициатор проведения публичных слушаний</w:t>
      </w:r>
      <w:r>
        <w:t>- Глава МО «Сойгинское.</w:t>
      </w:r>
    </w:p>
    <w:p w:rsidR="00FD464E" w:rsidRDefault="002661C2">
      <w:pPr>
        <w:jc w:val="both"/>
        <w:rPr>
          <w:b/>
        </w:rPr>
      </w:pPr>
      <w:r>
        <w:rPr>
          <w:b/>
        </w:rPr>
        <w:t>Повестка дня:</w:t>
      </w:r>
    </w:p>
    <w:p w:rsidR="00FD464E" w:rsidRDefault="002661C2">
      <w:pPr>
        <w:pStyle w:val="a4"/>
        <w:numPr>
          <w:ilvl w:val="0"/>
          <w:numId w:val="3"/>
        </w:numPr>
        <w:jc w:val="both"/>
      </w:pPr>
      <w:r>
        <w:t>О  проекте решения Со</w:t>
      </w:r>
      <w:r>
        <w:t>вета депутатов Сойгинского сельского поселения   «О внесении изменений и дополнений в Устав Сойгинского сельского поселения»</w:t>
      </w:r>
    </w:p>
    <w:p w:rsidR="00FD464E" w:rsidRDefault="002661C2">
      <w:pPr>
        <w:jc w:val="both"/>
      </w:pPr>
      <w:r>
        <w:rPr>
          <w:b/>
        </w:rPr>
        <w:t>СЛУШАЛИ:</w:t>
      </w:r>
      <w:r>
        <w:t xml:space="preserve"> о проекте решения Совета депутатов Сойгинского сельского поселения « О внесении изменений и дополнений в Устав Сойгинского</w:t>
      </w:r>
      <w:r>
        <w:t xml:space="preserve"> сельского поселения».</w:t>
      </w:r>
    </w:p>
    <w:p w:rsidR="00FD464E" w:rsidRDefault="002661C2">
      <w:pPr>
        <w:jc w:val="both"/>
      </w:pPr>
      <w:r>
        <w:rPr>
          <w:b/>
        </w:rPr>
        <w:t>Докладчик:</w:t>
      </w:r>
      <w:r>
        <w:t xml:space="preserve"> Монзикова О.А. , председатель Совета депутатов Сойгинского сельского поселения довела до сведения присутствующих проект решения Совета депутатов Сойгинского сельского поселения  « О внесении изменений и дополнений в Устав </w:t>
      </w:r>
      <w:r>
        <w:t>Сойгинского сельского поселения»</w:t>
      </w:r>
    </w:p>
    <w:p w:rsidR="00FD464E" w:rsidRDefault="002661C2">
      <w:pPr>
        <w:jc w:val="both"/>
      </w:pPr>
      <w:r>
        <w:t>В ходе публичных слушаний поступили следующие замечания и предложения: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1) пункт  1.12  статьи 7.1 исключить.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2) пункт 1 статьи 7.1 дополнить подпунктом 14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567"/>
        <w:jc w:val="both"/>
        <w:textAlignment w:val="auto"/>
      </w:pPr>
      <w:r>
        <w:t>«14) осуществление мероприятий в сфере профил</w:t>
      </w:r>
      <w:r>
        <w:t>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3) в пункте 2 статьи 14: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подпункты «ж», «з», «и» исключить;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«л» слова «устанавливается тарифная система» зам</w:t>
      </w:r>
      <w:r>
        <w:t>енить словами «определяется порядок установления системы»;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дополнить подпунктом «ц» следующего содержания: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ц) утверждается порядок проведения конкурса по отбору кандидатур на должность главы Сойгинского сельского поселения.»;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 xml:space="preserve">4) в абзаце втором пункта 8 </w:t>
      </w:r>
      <w:r>
        <w:t>статьи 15,  в обзаце  5  пункта  2 статьи 22 устава  слова «затрагивающие права, свободы и обязанности человека и гражданина, а также права и обязанности юридических лиц, вступают в силу не ранее чем по истечении 10 дней со дня их официального опубликовани</w:t>
      </w:r>
      <w:r>
        <w:t>я (обнародования)»  заменить словами «затрагивающие права, свободы и обязанности человека и гражданина, вступают в силу после их официального опубликования (обнародования)».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5) в статье 21: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пункт 6 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 Глава Сойгинского сельс</w:t>
      </w:r>
      <w:r>
        <w:t xml:space="preserve">кого поселения должен соблюдать ограничения, запреты, исполнять обязанности, которые установлены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25 декабря 2008 года №273-</w:t>
      </w:r>
      <w:r>
        <w:t xml:space="preserve">ФЗ «О противодействии коррупции»,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3 декабря 2012 года №230-ФЗ «О контроле за соответствием расходов лиц, замещающих государ</w:t>
      </w:r>
      <w:r>
        <w:t xml:space="preserve">ственные должности, и иных лиц их доходам»,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7 мая 2013 года №79-ФЗ «О запрете отдельным категориям лиц открывать и иметь сч</w:t>
      </w:r>
      <w:r>
        <w:t>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- в подпункте 10 пункта 11 слова «доплата </w:t>
      </w:r>
      <w:r>
        <w:t>к страховой пенсии» заменить словами «пенсия за выслугу лет»;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3 пункта 11 статьи 21 слова  «предусмотренном  решением Совета депутатов МО «Сойгинское» заменить словами: «предусмотренных для муниципальных служащих  МО «Сойгинское» с учетом осо</w:t>
      </w:r>
      <w:r>
        <w:t>бенностей, установленных Законом Архангельской области  от 24.06.2009 №37-4-ОЗ».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6) статью 26 дополнить пунктом 7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 xml:space="preserve">7. </w:t>
      </w:r>
      <w:r>
        <w:rPr>
          <w:bCs/>
        </w:rPr>
        <w:t xml:space="preserve">Администрация </w:t>
      </w:r>
      <w:r>
        <w:t xml:space="preserve">Сойгинского </w:t>
      </w:r>
      <w:r>
        <w:rPr>
          <w:bCs/>
        </w:rPr>
        <w:t xml:space="preserve">сельского поселения является уполномоченным органом местного самоуправления Сойгинского </w:t>
      </w:r>
      <w:r>
        <w:rPr>
          <w:bCs/>
        </w:rPr>
        <w:t>сельского поселения на осуществление полномочий в сфере муниципально-частного партнерства, предусмотренных Федеральным законом от 13.07.2015 №</w:t>
      </w:r>
      <w:hyperlink r:id="rId20" w:history="1">
        <w:r>
          <w:rPr>
            <w:bCs/>
            <w:color w:val="0000FF"/>
            <w:u w:val="single"/>
          </w:rPr>
          <w:t>224-ФЗ</w:t>
        </w:r>
      </w:hyperlink>
      <w:r>
        <w:rPr>
          <w:bCs/>
        </w:rPr>
        <w:t xml:space="preserve">                 «О гос</w:t>
      </w:r>
      <w:r>
        <w:rPr>
          <w:bCs/>
        </w:rPr>
        <w:t>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7) в пункте 4 статьи 28: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 «а»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а) квалификационные </w:t>
      </w:r>
      <w:r>
        <w:t xml:space="preserve">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на основе типовых квалификационных требований для замещения </w:t>
      </w:r>
      <w:r>
        <w:t>должностей муниципальной службы, которые определяются законом Архангельской области в соответствии с классификацией должностей муниципальной службы;»;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«д» слова «порядок повышения квалификации» заменить словами «порядок получения дополнительн</w:t>
      </w:r>
      <w:r>
        <w:t>ого профессионального образования»;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«е» слово «продолжительность,» исключить;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8) статью 31.1 устава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/>
        </w:rPr>
        <w:t>Статья 31.1 Закупки для обеспечения муниципальных нужд»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1. Закупки товаров, работ, услуг для обеспечения муниц</w:t>
      </w:r>
      <w:r>
        <w:t>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2. Закупки товаров, работ, услуг для обеспечения муниципа</w:t>
      </w:r>
      <w:r>
        <w:t>льных нужд осуществляются за счет средств местного бюджета.».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9) в статье 32: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2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«Не требуется официальное опубликование (обнародование) порядка учета предложений по проекту решения Совета депутатов Сойги</w:t>
      </w:r>
      <w:r>
        <w:t>нского сельского поселения о внесении изменений и (или) дополнений в Устав Сойгинского сельского поселения, а также порядка участия граждан в его обсуждении в случае, когда в Устав Сойгинского сельского поселения вносятся изменения в форме точного воспроиз</w:t>
      </w:r>
      <w:r>
        <w:t>ведения положений Конституции Российской Федерации, федеральных законов, Устава Архангельской области или законов Архангельской области в целях приведения Устава Сойгинского сельского поселения в соответствие с этими нормативными правовыми актами.»;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</w:t>
      </w:r>
      <w:r>
        <w:t>ц второй пункта 3 изложить в следующей редакции: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Cs/>
        </w:rPr>
        <w:t xml:space="preserve">Публичные слушания по проекту решения Совета депутатов </w:t>
      </w:r>
      <w:r>
        <w:t>Сойгинского сельского поселения</w:t>
      </w:r>
      <w:r>
        <w:rPr>
          <w:bCs/>
        </w:rPr>
        <w:t xml:space="preserve"> о внесении изменений и (или) дополнений в Устав </w:t>
      </w:r>
      <w:r>
        <w:t>Сойгинского сельского поселения</w:t>
      </w:r>
      <w:r>
        <w:rPr>
          <w:bCs/>
        </w:rPr>
        <w:t xml:space="preserve"> не проводятся, когда </w:t>
      </w:r>
      <w:r>
        <w:t xml:space="preserve">в Устав </w:t>
      </w:r>
      <w:r>
        <w:t xml:space="preserve">Сойгинского сельского поселения вносятся изменения в форме точного воспроизведения положений </w:t>
      </w:r>
      <w:hyperlink r:id="rId21" w:history="1">
        <w:r>
          <w:rPr>
            <w:color w:val="0000FF"/>
            <w:u w:val="single"/>
          </w:rPr>
          <w:t>Конституции</w:t>
        </w:r>
      </w:hyperlink>
      <w:r>
        <w:t xml:space="preserve"> Российской Федерации, федеральных законов, Ус</w:t>
      </w:r>
      <w:r>
        <w:t>тава Архангельской области или законов Архангельской области в целях приведения Устава Сойгинского сельского поселения в соответствие с этими нормативными правовыми актами.»;</w:t>
      </w:r>
    </w:p>
    <w:p w:rsidR="00FD464E" w:rsidRDefault="00FD464E">
      <w:pPr>
        <w:widowControl w:val="0"/>
        <w:suppressAutoHyphens w:val="0"/>
        <w:spacing w:line="360" w:lineRule="exact"/>
        <w:ind w:firstLine="709"/>
        <w:jc w:val="both"/>
        <w:textAlignment w:val="auto"/>
      </w:pP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2. Настоящее решение вступает в силу после официального опубликования после госу</w:t>
      </w:r>
      <w:r>
        <w:t>дарственной регистрации.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</w:t>
      </w:r>
      <w:r>
        <w:t>5 №97-ФЗ «О государственной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4. Опубликовать настоящее решение в Муниципальном вестнике МО «Сойгинское» после его государственной регистрации Управлением Министерства юстиции Российской Федерации по Архангельс</w:t>
      </w:r>
      <w:r>
        <w:t>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autoSpaceDE w:val="0"/>
        <w:spacing w:line="360" w:lineRule="exact"/>
        <w:ind w:firstLine="709"/>
        <w:jc w:val="both"/>
        <w:textAlignment w:val="auto"/>
      </w:pPr>
      <w:r>
        <w:t>5. Совету депутатов муниципального образования «Сойгинское», главе муниципальног</w:t>
      </w:r>
      <w:r>
        <w:t>о образования «Сойгинское», администрации муниципального образования «Сойгинское» привести муниципальные нормативные правовые акты в соответствие с принятыми изменениями и дополнениями в Устав муниципального образования «Сойгинское».</w:t>
      </w:r>
    </w:p>
    <w:p w:rsidR="00FD464E" w:rsidRDefault="00FD464E">
      <w:pPr>
        <w:pStyle w:val="Standard"/>
        <w:shd w:val="clear" w:color="auto" w:fill="FFFFFF"/>
        <w:spacing w:before="14"/>
        <w:jc w:val="both"/>
        <w:rPr>
          <w:sz w:val="24"/>
          <w:szCs w:val="24"/>
        </w:rPr>
      </w:pPr>
    </w:p>
    <w:p w:rsidR="00FD464E" w:rsidRDefault="002661C2">
      <w:pPr>
        <w:jc w:val="both"/>
      </w:pPr>
      <w:r>
        <w:rPr>
          <w:b/>
        </w:rPr>
        <w:t>Голосовали:</w:t>
      </w:r>
      <w:r>
        <w:t xml:space="preserve"> «За»-10</w:t>
      </w:r>
    </w:p>
    <w:p w:rsidR="00FD464E" w:rsidRDefault="002661C2">
      <w:pPr>
        <w:jc w:val="both"/>
      </w:pPr>
      <w:r>
        <w:t xml:space="preserve"> </w:t>
      </w:r>
      <w:r>
        <w:t xml:space="preserve">                      «Против»-0</w:t>
      </w:r>
    </w:p>
    <w:p w:rsidR="00FD464E" w:rsidRDefault="002661C2">
      <w:pPr>
        <w:jc w:val="both"/>
      </w:pPr>
      <w:r>
        <w:t xml:space="preserve">                       «Воздержались»-0</w:t>
      </w:r>
    </w:p>
    <w:p w:rsidR="00FD464E" w:rsidRDefault="00FD464E">
      <w:pPr>
        <w:jc w:val="both"/>
      </w:pPr>
    </w:p>
    <w:p w:rsidR="00FD464E" w:rsidRDefault="002661C2">
      <w:pPr>
        <w:jc w:val="both"/>
        <w:rPr>
          <w:b/>
        </w:rPr>
      </w:pPr>
      <w:r>
        <w:rPr>
          <w:b/>
        </w:rPr>
        <w:t>РЕШИЛИ:</w:t>
      </w:r>
    </w:p>
    <w:p w:rsidR="00FD464E" w:rsidRDefault="002661C2">
      <w:pPr>
        <w:jc w:val="both"/>
      </w:pPr>
      <w:r>
        <w:t>1.Рекомедовать Совету депутатов внести изменения в  проект решения Совета депутатов Сойгинского сельского поселения  « О внесении изменений и дополнений в Устав Сойгинского с</w:t>
      </w:r>
      <w:r>
        <w:t>ельского поселения» и вынести его на рассмотрение Совета депутатов Сойгинского сельского поселения.</w:t>
      </w:r>
    </w:p>
    <w:p w:rsidR="00FD464E" w:rsidRDefault="002661C2">
      <w:pPr>
        <w:jc w:val="both"/>
      </w:pPr>
      <w:r>
        <w:t>2.Настоящий протокол опубликовать в газете «Маяк».</w:t>
      </w:r>
    </w:p>
    <w:p w:rsidR="00FD464E" w:rsidRDefault="00FD464E">
      <w:pPr>
        <w:jc w:val="both"/>
      </w:pPr>
    </w:p>
    <w:p w:rsidR="00FD464E" w:rsidRDefault="00FD464E">
      <w:pPr>
        <w:jc w:val="both"/>
      </w:pPr>
    </w:p>
    <w:p w:rsidR="00FD464E" w:rsidRDefault="00FD464E">
      <w:pPr>
        <w:jc w:val="both"/>
      </w:pPr>
    </w:p>
    <w:p w:rsidR="00FD464E" w:rsidRDefault="002661C2">
      <w:pPr>
        <w:jc w:val="both"/>
        <w:rPr>
          <w:b/>
        </w:rPr>
      </w:pPr>
      <w:r>
        <w:rPr>
          <w:b/>
        </w:rPr>
        <w:t>Председатель                                                                                    О.А. М</w:t>
      </w:r>
      <w:r>
        <w:rPr>
          <w:b/>
        </w:rPr>
        <w:t xml:space="preserve">онзикова                  </w:t>
      </w:r>
    </w:p>
    <w:p w:rsidR="00FD464E" w:rsidRDefault="002661C2">
      <w:pPr>
        <w:jc w:val="both"/>
        <w:rPr>
          <w:b/>
        </w:rPr>
      </w:pPr>
      <w:r>
        <w:rPr>
          <w:b/>
        </w:rPr>
        <w:t xml:space="preserve"> Секретарь                                                                                         Л.М.Черепанова</w:t>
      </w: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FD464E">
      <w:pPr>
        <w:jc w:val="both"/>
        <w:rPr>
          <w:b/>
        </w:rPr>
      </w:pPr>
    </w:p>
    <w:p w:rsidR="00FD464E" w:rsidRDefault="002661C2">
      <w:pPr>
        <w:jc w:val="both"/>
        <w:rPr>
          <w:b/>
        </w:rPr>
      </w:pPr>
      <w:r>
        <w:rPr>
          <w:b/>
        </w:rPr>
        <w:t xml:space="preserve">                                                        </w:t>
      </w:r>
    </w:p>
    <w:p w:rsidR="00FD464E" w:rsidRDefault="00FD464E">
      <w:pPr>
        <w:jc w:val="both"/>
        <w:rPr>
          <w:b/>
        </w:rPr>
      </w:pPr>
    </w:p>
    <w:p w:rsidR="00FD464E" w:rsidRDefault="002661C2">
      <w:pPr>
        <w:jc w:val="both"/>
        <w:rPr>
          <w:b/>
        </w:rPr>
      </w:pPr>
      <w:r>
        <w:rPr>
          <w:b/>
        </w:rPr>
        <w:t xml:space="preserve">                                                             Протокол №4</w:t>
      </w:r>
    </w:p>
    <w:p w:rsidR="00FD464E" w:rsidRDefault="002661C2">
      <w:pPr>
        <w:jc w:val="both"/>
        <w:rPr>
          <w:b/>
        </w:rPr>
      </w:pPr>
      <w:r>
        <w:rPr>
          <w:b/>
        </w:rPr>
        <w:t>проведения публичных слушаний по проекту Решения Совета депутатов Сойгинского сельского поселения «О внесении изменений и дополнений в Устав Сойгинского сельского поселения»</w:t>
      </w:r>
    </w:p>
    <w:p w:rsidR="00FD464E" w:rsidRDefault="002661C2">
      <w:pPr>
        <w:jc w:val="both"/>
      </w:pPr>
      <w:r>
        <w:t>от 10 ноя</w:t>
      </w:r>
      <w:r>
        <w:t>бря 2017года</w:t>
      </w:r>
    </w:p>
    <w:p w:rsidR="00FD464E" w:rsidRDefault="002661C2">
      <w:pPr>
        <w:jc w:val="both"/>
      </w:pPr>
      <w:r>
        <w:t>д.Белопашино                                                                 17 часов 00минут</w:t>
      </w:r>
    </w:p>
    <w:p w:rsidR="00FD464E" w:rsidRDefault="00FD464E">
      <w:pPr>
        <w:jc w:val="both"/>
        <w:rPr>
          <w:b/>
        </w:rPr>
      </w:pPr>
    </w:p>
    <w:p w:rsidR="00FD464E" w:rsidRDefault="002661C2">
      <w:pPr>
        <w:jc w:val="both"/>
      </w:pPr>
      <w:r>
        <w:rPr>
          <w:b/>
        </w:rPr>
        <w:t>Место проведения публичных слушаний</w:t>
      </w:r>
      <w:r>
        <w:t>-  здание администрации МО «Сойгинское»</w:t>
      </w:r>
    </w:p>
    <w:p w:rsidR="00FD464E" w:rsidRDefault="002661C2">
      <w:pPr>
        <w:jc w:val="both"/>
      </w:pPr>
      <w:r>
        <w:rPr>
          <w:b/>
        </w:rPr>
        <w:t>Присутствуют :</w:t>
      </w:r>
      <w:r>
        <w:t xml:space="preserve"> 5 человека</w:t>
      </w:r>
    </w:p>
    <w:p w:rsidR="00FD464E" w:rsidRDefault="002661C2">
      <w:pPr>
        <w:jc w:val="both"/>
      </w:pPr>
      <w:r>
        <w:rPr>
          <w:b/>
        </w:rPr>
        <w:t xml:space="preserve">Председательствует </w:t>
      </w:r>
      <w:r>
        <w:t>: Черепанова Л.М. Глава Адми</w:t>
      </w:r>
      <w:r>
        <w:t>нистрации Сойгинского сельского поселения.</w:t>
      </w:r>
    </w:p>
    <w:p w:rsidR="00FD464E" w:rsidRDefault="002661C2">
      <w:pPr>
        <w:jc w:val="both"/>
      </w:pPr>
      <w:r>
        <w:rPr>
          <w:b/>
        </w:rPr>
        <w:t>Секретарь:</w:t>
      </w:r>
      <w:r>
        <w:t xml:space="preserve"> Амосова Г.З. депутат МО «Сойгинское» .</w:t>
      </w:r>
    </w:p>
    <w:p w:rsidR="00FD464E" w:rsidRDefault="002661C2">
      <w:pPr>
        <w:jc w:val="both"/>
      </w:pPr>
      <w:r>
        <w:rPr>
          <w:b/>
        </w:rPr>
        <w:t>Инициатор проведения публичных слушаний</w:t>
      </w:r>
      <w:r>
        <w:t>- Глава МО «Сойгинское».</w:t>
      </w:r>
    </w:p>
    <w:p w:rsidR="00FD464E" w:rsidRDefault="002661C2">
      <w:pPr>
        <w:jc w:val="both"/>
        <w:rPr>
          <w:b/>
        </w:rPr>
      </w:pPr>
      <w:r>
        <w:rPr>
          <w:b/>
        </w:rPr>
        <w:t>Повестка дня:</w:t>
      </w:r>
    </w:p>
    <w:p w:rsidR="00FD464E" w:rsidRDefault="002661C2">
      <w:pPr>
        <w:jc w:val="both"/>
      </w:pPr>
      <w:r>
        <w:t>1.О  проекте решения Совета депутатов Сойгинского сельского поселения   «О внесении и</w:t>
      </w:r>
      <w:r>
        <w:t>зменений и дополнений в Устав Сойгинского сельского поселения»</w:t>
      </w:r>
    </w:p>
    <w:p w:rsidR="00FD464E" w:rsidRDefault="002661C2">
      <w:pPr>
        <w:jc w:val="both"/>
      </w:pPr>
      <w:r>
        <w:rPr>
          <w:b/>
        </w:rPr>
        <w:t>СЛУШАЛИ:</w:t>
      </w:r>
      <w:r>
        <w:t xml:space="preserve"> о проекте решения Совета депутатов Сойгинского сельского поселения « О внесении изменений и дополнений в Устав Сойгинского сельского поселения».</w:t>
      </w:r>
    </w:p>
    <w:p w:rsidR="00FD464E" w:rsidRDefault="002661C2">
      <w:pPr>
        <w:jc w:val="both"/>
      </w:pPr>
      <w:r>
        <w:rPr>
          <w:b/>
        </w:rPr>
        <w:t>Докладчик:</w:t>
      </w:r>
      <w:r>
        <w:t xml:space="preserve"> Черепанова Л.М. Глава Админи</w:t>
      </w:r>
      <w:r>
        <w:t>страции Сойгинского сельского поселения.</w:t>
      </w:r>
    </w:p>
    <w:p w:rsidR="00FD464E" w:rsidRDefault="002661C2">
      <w:pPr>
        <w:jc w:val="both"/>
      </w:pPr>
      <w:r>
        <w:t>Довела до сведения присутствующих проект решения Совета депутатов Сойгинского сельского поселения  « О внесении изменений и дополнений в Устав Сойгинского сельского поселения»: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1) пункт  1.12  статьи 7.1 исключить.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2) пункт 1 статьи 7.1 дополнить подпунктом 14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567"/>
        <w:jc w:val="both"/>
        <w:textAlignment w:val="auto"/>
      </w:pPr>
      <w:r>
        <w:t>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3) в пункт</w:t>
      </w:r>
      <w:r>
        <w:t>е 2 статьи 14: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подпункты «ж», «з», «и» исключить;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«л» слова «устанавливается тарифная система» заменить словами «определяется порядок установления системы»;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дополнить подпунктом «ц» следующего содержания: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ц) утверждается порядок проведени</w:t>
      </w:r>
      <w:r>
        <w:t>я конкурса по отбору кандидатур на должность главы Сойгинского сельского поселения.»;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 xml:space="preserve">4) в абзаце втором пункта 8 статьи 15,  в обзаце  5  пункта  2 статьи 22 устава  слова «затрагивающие права, свободы и обязанности человека и гражданина, а также права и </w:t>
      </w:r>
      <w:r>
        <w:t xml:space="preserve">обязанности юридических лиц, вступают в силу не ранее чем по истечении 10 дней со дня их официального опубликования (обнародования)»  заменить словами «затрагивающие права, свободы и обязанности человека и гражданина, вступают в силу после их официального </w:t>
      </w:r>
      <w:r>
        <w:t>опубликования (обнародования)».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5) в статье 21: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пункт 6 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 Глава Сойгинского сельского поселения должен соблюдать ограничения, запреты, исполнять обязанности, которые установлены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25 декабря 2008 года №273-ФЗ «О противодействии коррупции»,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3 декабря 2012 года №230-ФЗ «О контроле за соответствием расходов лиц, замещающих государственные должности, и иных лиц их доходам»,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</w:t>
      </w:r>
      <w:r>
        <w:t>владеть и (или) пользоваться иностранными финансовыми инструментами».»;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10 пункта 11 слова «доплата к страховой пенсии» заменить словами «пенсия за выслугу лет»;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3 пункта 11 статьи 21 слова  «предусмотренном  решением Совета деп</w:t>
      </w:r>
      <w:r>
        <w:t>утатов МО «Сойгинское» заменить словами: «предусмотренных для муниципальных служащих  МО «Сойгинское» с учетом особенностей, установленных Законом Архангельской области  от 24.06.2009 №37-4-ОЗ».</w:t>
      </w:r>
    </w:p>
    <w:p w:rsidR="00FD464E" w:rsidRDefault="002661C2">
      <w:pPr>
        <w:widowControl w:val="0"/>
        <w:suppressAutoHyphens w:val="0"/>
        <w:spacing w:line="360" w:lineRule="exact"/>
        <w:jc w:val="both"/>
        <w:textAlignment w:val="auto"/>
      </w:pPr>
      <w:r>
        <w:t>6) статью 26 дополнить пунктом 7 следующего содержания: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 xml:space="preserve">7. </w:t>
      </w:r>
      <w:r>
        <w:rPr>
          <w:bCs/>
        </w:rPr>
        <w:t>Ад</w:t>
      </w:r>
      <w:r>
        <w:rPr>
          <w:bCs/>
        </w:rPr>
        <w:t xml:space="preserve">министрация </w:t>
      </w:r>
      <w:r>
        <w:t xml:space="preserve">Сойгинского </w:t>
      </w:r>
      <w:r>
        <w:rPr>
          <w:bCs/>
        </w:rPr>
        <w:t>сельского поселения является уполномоченным органом местного самоуправления Сойгинского сельского поселения на осуществление полномочий в сфере муниципально-частного партнерства, предусмотренных Федеральным законом от 13.07.2015 №</w:t>
      </w:r>
      <w:hyperlink r:id="rId25" w:history="1">
        <w:r>
          <w:rPr>
            <w:bCs/>
            <w:color w:val="0000FF"/>
            <w:u w:val="single"/>
          </w:rPr>
          <w:t>224-ФЗ</w:t>
        </w:r>
      </w:hyperlink>
      <w:r>
        <w:rPr>
          <w:bCs/>
        </w:rPr>
        <w:t xml:space="preserve">                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</w:t>
      </w:r>
      <w:r>
        <w:rPr>
          <w:bCs/>
        </w:rPr>
        <w:t>оссийской Федерации»</w:t>
      </w:r>
      <w:r>
        <w:t>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7) в пункте 4 статьи 28: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подпункт «а»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а)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</w:t>
      </w:r>
      <w:r>
        <w:t>димым для замещения должностей муниципальной службы, на основе типовых квалификационных требований для замещения должностей муниципальной службы, которые определяются законом Архангельской области в соответствии с классификацией должностей муниципальной сл</w:t>
      </w:r>
      <w:r>
        <w:t>ужбы;»;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«д» слова «порядок повышения квалификации» заменить словами «порядок получения дополнительного профессионального образования»;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в подпункте «е» слово «продолжительность,» исключить;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8) статью 31.1 устава изложить в следующей редакции</w:t>
      </w:r>
      <w:r>
        <w:t>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/>
        </w:rPr>
        <w:t>Статья 31.1 Закупки для обеспечения муниципальных нужд»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 xml:space="preserve"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</w:t>
      </w:r>
      <w:r>
        <w:t>услуг для обеспечения государственных и муниципальных нужд.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2. Закупки товаров, работ, услуг для обеспечения муниципальных нужд осуществляются за счет средств местного бюджета.».</w:t>
      </w:r>
    </w:p>
    <w:p w:rsidR="00FD464E" w:rsidRDefault="002661C2">
      <w:pPr>
        <w:suppressAutoHyphens w:val="0"/>
        <w:spacing w:line="360" w:lineRule="exact"/>
        <w:jc w:val="both"/>
        <w:textAlignment w:val="auto"/>
      </w:pPr>
      <w:r>
        <w:t>9) в статье 32: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2 изложить в следующей редакции: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«Не тр</w:t>
      </w:r>
      <w:r>
        <w:t>ебуется официальное опубликование (обнародование) порядка учета предложений по проекту решения Совета депутатов Сойгинского сельского поселения о внесении изменений и (или) дополнений в Устав Сойгинского сельского поселения, а также порядка участия граждан</w:t>
      </w:r>
      <w:r>
        <w:t xml:space="preserve"> в его обсуждении в случае, когда в Устав Сойгинского сельского поселения вносятся изменения в форме точного воспроизведения положений Конституции Российской Федерации, федеральных законов, Устава Архангельской области или законов Архангельской области в ц</w:t>
      </w:r>
      <w:r>
        <w:t>елях приведения Устава Сойгинского сельского поселения в соответствие с этими нормативными правовыми актами.»;</w:t>
      </w:r>
    </w:p>
    <w:p w:rsidR="00FD464E" w:rsidRDefault="002661C2">
      <w:pPr>
        <w:suppressAutoHyphens w:val="0"/>
        <w:spacing w:line="360" w:lineRule="exact"/>
        <w:ind w:firstLine="708"/>
        <w:jc w:val="both"/>
        <w:textAlignment w:val="auto"/>
      </w:pPr>
      <w:r>
        <w:t>- абзац второй пункта 3 изложить в следующей редакции:</w:t>
      </w:r>
    </w:p>
    <w:p w:rsidR="00FD464E" w:rsidRDefault="002661C2">
      <w:pPr>
        <w:widowControl w:val="0"/>
        <w:suppressAutoHyphens w:val="0"/>
        <w:spacing w:line="360" w:lineRule="exact"/>
        <w:ind w:firstLine="708"/>
        <w:jc w:val="both"/>
        <w:textAlignment w:val="auto"/>
      </w:pPr>
      <w:r>
        <w:t>«</w:t>
      </w:r>
      <w:r>
        <w:rPr>
          <w:bCs/>
        </w:rPr>
        <w:t xml:space="preserve">Публичные слушания по проекту решения Совета депутатов </w:t>
      </w:r>
      <w:r>
        <w:t>Сойгинского сельского поселения</w:t>
      </w:r>
      <w:r>
        <w:rPr>
          <w:bCs/>
        </w:rPr>
        <w:t xml:space="preserve"> о </w:t>
      </w:r>
      <w:r>
        <w:rPr>
          <w:bCs/>
        </w:rPr>
        <w:t xml:space="preserve">внесении изменений и (или) дополнений в Устав </w:t>
      </w:r>
      <w:r>
        <w:t>Сойгинского сельского поселения</w:t>
      </w:r>
      <w:r>
        <w:rPr>
          <w:bCs/>
        </w:rPr>
        <w:t xml:space="preserve"> не проводятся, когда </w:t>
      </w:r>
      <w:r>
        <w:t xml:space="preserve">в Устав Сойгинского сельского поселения вносятся изменения в форме точного воспроизведения положений </w:t>
      </w:r>
      <w:hyperlink r:id="rId26" w:history="1">
        <w:r>
          <w:rPr>
            <w:color w:val="0000FF"/>
            <w:u w:val="single"/>
          </w:rPr>
          <w:t>Конституции</w:t>
        </w:r>
      </w:hyperlink>
      <w:r>
        <w:t xml:space="preserve"> Российской Федерации, федеральных законов, Устава Архангельской области или законов Архангельской области в целях приведения Устава Сойгинского сельского поселения в соответствие с этими нормати</w:t>
      </w:r>
      <w:r>
        <w:t>вными правовыми актами.»;</w:t>
      </w:r>
    </w:p>
    <w:p w:rsidR="00FD464E" w:rsidRDefault="00FD464E">
      <w:pPr>
        <w:widowControl w:val="0"/>
        <w:suppressAutoHyphens w:val="0"/>
        <w:spacing w:line="360" w:lineRule="exact"/>
        <w:ind w:firstLine="709"/>
        <w:jc w:val="both"/>
        <w:textAlignment w:val="auto"/>
      </w:pP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2. Настоящее решение вступает в силу после официального опубликования после государственной регистрации.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3. Направить настоящее решение для государственной регистрации в Управление Министерства юстиции Российской Федерации по Арх</w:t>
      </w:r>
      <w:r>
        <w:t>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FD464E" w:rsidRDefault="002661C2">
      <w:pPr>
        <w:widowControl w:val="0"/>
        <w:suppressAutoHyphens w:val="0"/>
        <w:spacing w:line="360" w:lineRule="exact"/>
        <w:ind w:firstLine="709"/>
        <w:jc w:val="both"/>
        <w:textAlignment w:val="auto"/>
      </w:pPr>
      <w:r>
        <w:t>4. Опубликовать настоящее решение в Муниципальном вестнике МО «Сойгинское</w:t>
      </w:r>
      <w:r>
        <w:t>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</w:t>
      </w:r>
      <w:r>
        <w:t>униципальных образований».</w:t>
      </w:r>
    </w:p>
    <w:p w:rsidR="00FD464E" w:rsidRDefault="002661C2">
      <w:pPr>
        <w:widowControl w:val="0"/>
        <w:suppressAutoHyphens w:val="0"/>
        <w:autoSpaceDE w:val="0"/>
        <w:spacing w:line="360" w:lineRule="exact"/>
        <w:ind w:firstLine="709"/>
        <w:jc w:val="both"/>
        <w:textAlignment w:val="auto"/>
      </w:pPr>
      <w:r>
        <w:t>5. Совету депутатов муниципального образования «Сойгинское», главе муниципального образования «Сойгинское», администрации муниципального образования «Сойгинское» привести муниципальные нормативные правовые акты в соответствие с п</w:t>
      </w:r>
      <w:r>
        <w:t>ринятыми изменениями и дополнениями в Устав муниципального образования «Сойгинское».</w:t>
      </w:r>
    </w:p>
    <w:p w:rsidR="00FD464E" w:rsidRDefault="00FD464E">
      <w:pPr>
        <w:pStyle w:val="Standard"/>
        <w:shd w:val="clear" w:color="auto" w:fill="FFFFFF"/>
        <w:spacing w:before="14"/>
        <w:jc w:val="both"/>
        <w:rPr>
          <w:sz w:val="24"/>
          <w:szCs w:val="24"/>
        </w:rPr>
      </w:pPr>
    </w:p>
    <w:p w:rsidR="00FD464E" w:rsidRDefault="002661C2">
      <w:pPr>
        <w:jc w:val="both"/>
      </w:pPr>
      <w:r>
        <w:rPr>
          <w:b/>
        </w:rPr>
        <w:t>Голосовали:</w:t>
      </w:r>
      <w:r>
        <w:t xml:space="preserve"> «За»-5</w:t>
      </w:r>
    </w:p>
    <w:p w:rsidR="00FD464E" w:rsidRDefault="002661C2">
      <w:pPr>
        <w:jc w:val="both"/>
      </w:pPr>
      <w:r>
        <w:t xml:space="preserve">                       «Против»-0</w:t>
      </w:r>
    </w:p>
    <w:p w:rsidR="00FD464E" w:rsidRDefault="002661C2">
      <w:pPr>
        <w:jc w:val="both"/>
      </w:pPr>
      <w:r>
        <w:t xml:space="preserve">                       «Воздержались»-0</w:t>
      </w:r>
    </w:p>
    <w:p w:rsidR="00FD464E" w:rsidRDefault="00FD464E">
      <w:pPr>
        <w:jc w:val="both"/>
      </w:pPr>
    </w:p>
    <w:p w:rsidR="00FD464E" w:rsidRDefault="002661C2">
      <w:pPr>
        <w:jc w:val="both"/>
        <w:rPr>
          <w:b/>
        </w:rPr>
      </w:pPr>
      <w:r>
        <w:rPr>
          <w:b/>
        </w:rPr>
        <w:t>РЕШИЛИ:</w:t>
      </w:r>
    </w:p>
    <w:p w:rsidR="00FD464E" w:rsidRDefault="002661C2">
      <w:pPr>
        <w:jc w:val="both"/>
      </w:pPr>
      <w:r>
        <w:t xml:space="preserve">1.Рекомедовать Совету депутатов внести изменения в  проект решения </w:t>
      </w:r>
      <w:r>
        <w:t>Совета депутатов Сойгинского сельского поселения  « О внесении изменений и дополнений в Устав Сойгинского сельского поселения» и вынести его на рассмотрение Совета депутатов Сойгинского сельского поселения.</w:t>
      </w:r>
    </w:p>
    <w:p w:rsidR="00FD464E" w:rsidRDefault="002661C2">
      <w:pPr>
        <w:jc w:val="both"/>
      </w:pPr>
      <w:r>
        <w:t>2.Настоящий протокол опубликовать в газете «Маяк»</w:t>
      </w:r>
      <w:r>
        <w:t>.</w:t>
      </w:r>
    </w:p>
    <w:p w:rsidR="00FD464E" w:rsidRDefault="00FD464E">
      <w:pPr>
        <w:jc w:val="both"/>
      </w:pPr>
    </w:p>
    <w:p w:rsidR="00FD464E" w:rsidRDefault="00FD464E">
      <w:pPr>
        <w:jc w:val="both"/>
      </w:pPr>
    </w:p>
    <w:p w:rsidR="00FD464E" w:rsidRDefault="00FD464E">
      <w:pPr>
        <w:jc w:val="both"/>
      </w:pPr>
    </w:p>
    <w:p w:rsidR="00FD464E" w:rsidRDefault="002661C2">
      <w:pPr>
        <w:jc w:val="both"/>
        <w:rPr>
          <w:b/>
        </w:rPr>
      </w:pPr>
      <w:r>
        <w:rPr>
          <w:b/>
        </w:rPr>
        <w:t xml:space="preserve">Председатель                                                                             Л.М.Черепанова                 </w:t>
      </w:r>
    </w:p>
    <w:p w:rsidR="00FD464E" w:rsidRDefault="002661C2">
      <w:pPr>
        <w:jc w:val="both"/>
        <w:rPr>
          <w:b/>
        </w:rPr>
      </w:pPr>
      <w:r>
        <w:rPr>
          <w:b/>
        </w:rPr>
        <w:t xml:space="preserve"> Секретарь                                                                                  Г. З. Амосова  </w:t>
      </w:r>
    </w:p>
    <w:p w:rsidR="00FD464E" w:rsidRDefault="00FD464E">
      <w:pPr>
        <w:jc w:val="both"/>
      </w:pPr>
    </w:p>
    <w:p w:rsidR="00FD464E" w:rsidRDefault="00FD464E">
      <w:pPr>
        <w:pStyle w:val="p6"/>
        <w:shd w:val="clear" w:color="auto" w:fill="FFFFFF"/>
        <w:jc w:val="both"/>
        <w:rPr>
          <w:b/>
          <w:color w:val="000000"/>
        </w:rPr>
      </w:pPr>
    </w:p>
    <w:p w:rsidR="00FD464E" w:rsidRDefault="00FD464E">
      <w:pPr>
        <w:pStyle w:val="p6"/>
        <w:shd w:val="clear" w:color="auto" w:fill="FFFFFF"/>
        <w:jc w:val="both"/>
        <w:rPr>
          <w:b/>
          <w:color w:val="000000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  <w:sz w:val="28"/>
          <w:szCs w:val="28"/>
        </w:rPr>
      </w:pPr>
    </w:p>
    <w:p w:rsidR="00FD464E" w:rsidRDefault="00FD464E">
      <w:pPr>
        <w:jc w:val="center"/>
        <w:rPr>
          <w:b/>
        </w:rPr>
      </w:pPr>
    </w:p>
    <w:p w:rsidR="00FD464E" w:rsidRDefault="00FD464E">
      <w:pPr>
        <w:rPr>
          <w:b/>
        </w:rPr>
      </w:pPr>
      <w:bookmarkStart w:id="0" w:name="_GoBack"/>
      <w:bookmarkEnd w:id="0"/>
    </w:p>
    <w:sectPr w:rsidR="00FD464E" w:rsidSect="00FD464E">
      <w:pgSz w:w="11906" w:h="16838"/>
      <w:pgMar w:top="327" w:right="498" w:bottom="729" w:left="122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C2" w:rsidRDefault="002661C2" w:rsidP="00FD464E">
      <w:r>
        <w:separator/>
      </w:r>
    </w:p>
  </w:endnote>
  <w:endnote w:type="continuationSeparator" w:id="0">
    <w:p w:rsidR="002661C2" w:rsidRDefault="002661C2" w:rsidP="00FD4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C2" w:rsidRDefault="002661C2" w:rsidP="00FD464E">
      <w:r w:rsidRPr="00FD464E">
        <w:rPr>
          <w:color w:val="000000"/>
        </w:rPr>
        <w:separator/>
      </w:r>
    </w:p>
  </w:footnote>
  <w:footnote w:type="continuationSeparator" w:id="0">
    <w:p w:rsidR="002661C2" w:rsidRDefault="002661C2" w:rsidP="00FD46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3B0B"/>
    <w:multiLevelType w:val="multilevel"/>
    <w:tmpl w:val="A9A6AE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A3F71"/>
    <w:multiLevelType w:val="multilevel"/>
    <w:tmpl w:val="037A9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A7E85"/>
    <w:multiLevelType w:val="multilevel"/>
    <w:tmpl w:val="1B96BB82"/>
    <w:styleLink w:val="RTFNum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color w:val="auto"/>
        <w:sz w:val="20"/>
        <w:szCs w:val="20"/>
        <w:lang w:val="ru-RU"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64E"/>
    <w:rsid w:val="002661C2"/>
    <w:rsid w:val="00AE1E72"/>
    <w:rsid w:val="00FD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464E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D464E"/>
  </w:style>
  <w:style w:type="paragraph" w:customStyle="1" w:styleId="p6">
    <w:name w:val="p6"/>
    <w:basedOn w:val="a"/>
    <w:rsid w:val="00FD464E"/>
    <w:pPr>
      <w:spacing w:before="100" w:after="100"/>
    </w:pPr>
  </w:style>
  <w:style w:type="paragraph" w:styleId="a3">
    <w:name w:val="Normal (Web)"/>
    <w:basedOn w:val="a"/>
    <w:rsid w:val="00FD464E"/>
    <w:pPr>
      <w:spacing w:before="100" w:after="100"/>
    </w:pPr>
  </w:style>
  <w:style w:type="character" w:customStyle="1" w:styleId="apple-converted-space">
    <w:name w:val="apple-converted-space"/>
    <w:basedOn w:val="a0"/>
    <w:rsid w:val="00FD464E"/>
  </w:style>
  <w:style w:type="character" w:customStyle="1" w:styleId="RTFNum21">
    <w:name w:val="RTF_Num 2 1"/>
    <w:rsid w:val="00FD464E"/>
    <w:rPr>
      <w:rFonts w:ascii="Arial" w:eastAsia="Arial" w:hAnsi="Arial" w:cs="Arial"/>
      <w:color w:val="auto"/>
      <w:sz w:val="20"/>
      <w:szCs w:val="20"/>
      <w:lang w:val="ru-RU" w:eastAsia="zh-CN"/>
    </w:rPr>
  </w:style>
  <w:style w:type="character" w:customStyle="1" w:styleId="NumberingSymbols">
    <w:name w:val="Numbering Symbols"/>
    <w:rsid w:val="00FD464E"/>
  </w:style>
  <w:style w:type="paragraph" w:styleId="a4">
    <w:name w:val="List Paragraph"/>
    <w:basedOn w:val="a"/>
    <w:rsid w:val="00FD464E"/>
    <w:pPr>
      <w:ind w:left="720"/>
    </w:pPr>
  </w:style>
  <w:style w:type="numbering" w:customStyle="1" w:styleId="RTFNum2">
    <w:name w:val="RTF_Num 2"/>
    <w:basedOn w:val="a2"/>
    <w:rsid w:val="00FD464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B6451EFD94852F4D1DB86B5914EFF25E6EB3E3D281FF8A9014FA0880uFFEL" TargetMode="External"/><Relationship Id="rId13" Type="http://schemas.openxmlformats.org/officeDocument/2006/relationships/hyperlink" Target="consultantplus://offline/ref=ABB6451EFD94852F4D1DB86B5914EFF25E6EB3E3D281FF8A9014FA0880uFFEL" TargetMode="External"/><Relationship Id="rId18" Type="http://schemas.openxmlformats.org/officeDocument/2006/relationships/hyperlink" Target="consultantplus://offline/ref=ABB6451EFD94852F4D1DB86B5914EFF25E6EB3E3D281FF8A9014FA0880uFFEL" TargetMode="External"/><Relationship Id="rId26" Type="http://schemas.openxmlformats.org/officeDocument/2006/relationships/hyperlink" Target="consultantplus://offline/ref=5E66534A832BD4E471B118572118F2871946291C8DC1ABC1F46F18NAp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66534A832BD4E471B118572118F2871946291C8DC1ABC1F46F18NAp8H" TargetMode="External"/><Relationship Id="rId7" Type="http://schemas.openxmlformats.org/officeDocument/2006/relationships/hyperlink" Target="consultantplus://offline/ref=ABB6451EFD94852F4D1DB86B5914EFF25D66BBE5D38CFF8A9014FA0880uFFEL" TargetMode="External"/><Relationship Id="rId12" Type="http://schemas.openxmlformats.org/officeDocument/2006/relationships/hyperlink" Target="consultantplus://offline/ref=ABB6451EFD94852F4D1DB86B5914EFF25D66BBE5D38CFF8A9014FA0880uFFEL" TargetMode="External"/><Relationship Id="rId17" Type="http://schemas.openxmlformats.org/officeDocument/2006/relationships/hyperlink" Target="consultantplus://offline/ref=ABB6451EFD94852F4D1DB86B5914EFF25D66BBE5D38CFF8A9014FA0880uFFEL" TargetMode="External"/><Relationship Id="rId25" Type="http://schemas.openxmlformats.org/officeDocument/2006/relationships/hyperlink" Target="file:///C:\content\act\dd3b7f78-3bc1-454f-9e24-18757385dc4c.htm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E66534A832BD4E471B118572118F2871946291C8DC1ABC1F46F18NAp8H" TargetMode="External"/><Relationship Id="rId20" Type="http://schemas.openxmlformats.org/officeDocument/2006/relationships/hyperlink" Target="file:///C:\content\act\dd3b7f78-3bc1-454f-9e24-18757385dc4c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66534A832BD4E471B118572118F2871946291C8DC1ABC1F46F18NAp8H" TargetMode="External"/><Relationship Id="rId24" Type="http://schemas.openxmlformats.org/officeDocument/2006/relationships/hyperlink" Target="consultantplus://offline/ref=ABB6451EFD94852F4D1DB86B5914EFF25E6EB2E5DC84FF8A9014FA0880uFFEL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content\act\dd3b7f78-3bc1-454f-9e24-18757385dc4c.html" TargetMode="External"/><Relationship Id="rId23" Type="http://schemas.openxmlformats.org/officeDocument/2006/relationships/hyperlink" Target="consultantplus://offline/ref=ABB6451EFD94852F4D1DB86B5914EFF25E6EB3E3D281FF8A9014FA0880uFFEL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C:\content\act\dd3b7f78-3bc1-454f-9e24-18757385dc4c.html" TargetMode="External"/><Relationship Id="rId19" Type="http://schemas.openxmlformats.org/officeDocument/2006/relationships/hyperlink" Target="consultantplus://offline/ref=ABB6451EFD94852F4D1DB86B5914EFF25E6EB2E5DC84FF8A9014FA0880uFF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B6451EFD94852F4D1DB86B5914EFF25E6EB2E5DC84FF8A9014FA0880uFFEL" TargetMode="External"/><Relationship Id="rId14" Type="http://schemas.openxmlformats.org/officeDocument/2006/relationships/hyperlink" Target="consultantplus://offline/ref=ABB6451EFD94852F4D1DB86B5914EFF25E6EB2E5DC84FF8A9014FA0880uFFEL" TargetMode="External"/><Relationship Id="rId22" Type="http://schemas.openxmlformats.org/officeDocument/2006/relationships/hyperlink" Target="consultantplus://offline/ref=ABB6451EFD94852F4D1DB86B5914EFF25D66BBE5D38CFF8A9014FA0880uFFEL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5169</Words>
  <Characters>29467</Characters>
  <Application>Microsoft Office Word</Application>
  <DocSecurity>0</DocSecurity>
  <Lines>245</Lines>
  <Paragraphs>69</Paragraphs>
  <ScaleCrop>false</ScaleCrop>
  <Company>Microsoft</Company>
  <LinksUpToDate>false</LinksUpToDate>
  <CharactersWithSpaces>34567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user</dc:creator>
  <cp:lastModifiedBy>Redaktor</cp:lastModifiedBy>
  <cp:revision>2</cp:revision>
  <cp:lastPrinted>2015-02-03T07:58:00Z</cp:lastPrinted>
  <dcterms:created xsi:type="dcterms:W3CDTF">2017-11-16T09:06:00Z</dcterms:created>
  <dcterms:modified xsi:type="dcterms:W3CDTF">2017-11-16T09:06:00Z</dcterms:modified>
</cp:coreProperties>
</file>